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89F" w:rsidRPr="009A689F" w:rsidRDefault="009A689F" w:rsidP="009A689F">
      <w:pPr>
        <w:keepNext/>
        <w:spacing w:after="0" w:line="240" w:lineRule="auto"/>
        <w:jc w:val="right"/>
        <w:outlineLvl w:val="1"/>
        <w:rPr>
          <w:rFonts w:ascii="Tahoma" w:eastAsia="Times New Roman" w:hAnsi="Tahoma" w:cs="Tahoma"/>
          <w:b/>
          <w:bCs/>
          <w:lang w:eastAsia="pl-PL"/>
        </w:rPr>
      </w:pPr>
      <w:r w:rsidRPr="009A689F">
        <w:rPr>
          <w:rFonts w:ascii="Tahoma" w:eastAsia="Times New Roman" w:hAnsi="Tahoma" w:cs="Tahoma"/>
          <w:b/>
          <w:bCs/>
          <w:lang w:eastAsia="pl-PL"/>
        </w:rPr>
        <w:t>Załącznik Nr 4</w:t>
      </w:r>
    </w:p>
    <w:p w:rsidR="009A689F" w:rsidRPr="009A689F" w:rsidRDefault="009A689F" w:rsidP="009A689F">
      <w:pPr>
        <w:spacing w:after="0" w:line="240" w:lineRule="auto"/>
        <w:jc w:val="right"/>
        <w:rPr>
          <w:rFonts w:ascii="Tahoma" w:eastAsia="Times New Roman" w:hAnsi="Tahoma" w:cs="Tahoma"/>
          <w:b/>
          <w:bCs/>
          <w:lang w:eastAsia="pl-PL"/>
        </w:rPr>
      </w:pPr>
    </w:p>
    <w:p w:rsidR="009A689F" w:rsidRPr="009A689F" w:rsidRDefault="009A689F" w:rsidP="009A689F">
      <w:pPr>
        <w:spacing w:after="0" w:line="240" w:lineRule="auto"/>
        <w:jc w:val="right"/>
        <w:rPr>
          <w:rFonts w:ascii="Tahoma" w:eastAsia="Times New Roman" w:hAnsi="Tahoma" w:cs="Tahoma"/>
          <w:b/>
          <w:lang w:eastAsia="pl-PL"/>
        </w:rPr>
      </w:pPr>
    </w:p>
    <w:p w:rsidR="009A689F" w:rsidRPr="009A689F" w:rsidRDefault="009A689F" w:rsidP="009A689F">
      <w:pPr>
        <w:spacing w:after="0" w:line="240" w:lineRule="auto"/>
        <w:rPr>
          <w:rFonts w:ascii="Tahoma" w:eastAsia="Times New Roman" w:hAnsi="Tahoma" w:cs="Tahoma"/>
          <w:bCs/>
          <w:lang w:eastAsia="pl-PL"/>
        </w:rPr>
      </w:pPr>
      <w:bookmarkStart w:id="0" w:name="_Toc252351677"/>
      <w:bookmarkStart w:id="1" w:name="_Toc252351663"/>
      <w:r w:rsidRPr="009A689F">
        <w:rPr>
          <w:rFonts w:ascii="Tahoma" w:eastAsia="Times New Roman" w:hAnsi="Tahoma" w:cs="Tahoma"/>
          <w:bCs/>
          <w:lang w:eastAsia="pl-PL"/>
        </w:rPr>
        <w:t>……………………………</w:t>
      </w:r>
    </w:p>
    <w:p w:rsidR="009A689F" w:rsidRPr="009A689F" w:rsidRDefault="009A689F" w:rsidP="009A689F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9A689F">
        <w:rPr>
          <w:rFonts w:ascii="Tahoma" w:eastAsia="Times New Roman" w:hAnsi="Tahoma" w:cs="Tahoma"/>
          <w:lang w:eastAsia="pl-PL"/>
        </w:rPr>
        <w:t xml:space="preserve">   (pieczęć Wykonawcy)</w:t>
      </w:r>
    </w:p>
    <w:p w:rsidR="009A689F" w:rsidRPr="009A689F" w:rsidRDefault="009A689F" w:rsidP="009A689F">
      <w:pPr>
        <w:keepNext/>
        <w:spacing w:before="240" w:after="60" w:line="240" w:lineRule="auto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</w:p>
    <w:p w:rsidR="009A689F" w:rsidRPr="009A689F" w:rsidRDefault="009A689F" w:rsidP="009A689F">
      <w:pPr>
        <w:keepNext/>
        <w:spacing w:before="240" w:after="60" w:line="240" w:lineRule="auto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</w:p>
    <w:p w:rsidR="009A689F" w:rsidRPr="009A689F" w:rsidRDefault="009A689F" w:rsidP="009A689F">
      <w:pPr>
        <w:keepNext/>
        <w:spacing w:before="240" w:after="60" w:line="240" w:lineRule="auto"/>
        <w:jc w:val="center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  <w:r w:rsidRPr="009A689F">
        <w:rPr>
          <w:rFonts w:ascii="Tahoma" w:eastAsia="Times New Roman" w:hAnsi="Tahoma" w:cs="Tahoma"/>
          <w:b/>
          <w:bCs/>
          <w:smallCaps/>
          <w:color w:val="000000"/>
          <w:lang w:eastAsia="pl-PL"/>
        </w:rPr>
        <w:t>OŚWIADCZENIE</w:t>
      </w:r>
      <w:bookmarkEnd w:id="0"/>
      <w:bookmarkEnd w:id="1"/>
      <w:r w:rsidRPr="009A689F">
        <w:rPr>
          <w:rFonts w:ascii="Tahoma" w:eastAsia="Times New Roman" w:hAnsi="Tahoma" w:cs="Tahoma"/>
          <w:b/>
          <w:bCs/>
          <w:smallCaps/>
          <w:color w:val="000000"/>
          <w:lang w:eastAsia="pl-PL"/>
        </w:rPr>
        <w:t xml:space="preserve"> O BRAKU PODSTAW WYKLUCZENIA *</w:t>
      </w:r>
    </w:p>
    <w:p w:rsidR="009A689F" w:rsidRPr="009A689F" w:rsidRDefault="009A689F" w:rsidP="009A689F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</w:p>
    <w:p w:rsidR="009A689F" w:rsidRPr="009A689F" w:rsidRDefault="009A689F" w:rsidP="009A689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9A689F" w:rsidRPr="009A689F" w:rsidRDefault="009A689F" w:rsidP="009A689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A689F">
        <w:rPr>
          <w:rFonts w:ascii="Tahoma" w:eastAsia="Times New Roman" w:hAnsi="Tahoma" w:cs="Tahoma"/>
          <w:color w:val="000000"/>
          <w:lang w:eastAsia="pl-PL"/>
        </w:rPr>
        <w:t>Nazwa Wykonawcy …………………………………………</w:t>
      </w:r>
    </w:p>
    <w:p w:rsidR="009A689F" w:rsidRPr="009A689F" w:rsidRDefault="009A689F" w:rsidP="009A689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9A689F" w:rsidRPr="009A689F" w:rsidRDefault="009A689F" w:rsidP="009A689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9A689F" w:rsidRPr="009A689F" w:rsidRDefault="009A689F" w:rsidP="009A689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A689F">
        <w:rPr>
          <w:rFonts w:ascii="Tahoma" w:eastAsia="Times New Roman" w:hAnsi="Tahoma" w:cs="Tahoma"/>
          <w:color w:val="000000"/>
          <w:lang w:eastAsia="pl-PL"/>
        </w:rPr>
        <w:t>Siedziba Wykonawcy ……………………………………….</w:t>
      </w:r>
    </w:p>
    <w:p w:rsidR="009A689F" w:rsidRPr="009A689F" w:rsidRDefault="009A689F" w:rsidP="009A689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9A689F" w:rsidRPr="009A689F" w:rsidRDefault="009A689F" w:rsidP="009A689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9A689F" w:rsidRPr="009A689F" w:rsidRDefault="009A689F" w:rsidP="009A689F">
      <w:pPr>
        <w:spacing w:after="0" w:line="360" w:lineRule="auto"/>
        <w:jc w:val="both"/>
        <w:rPr>
          <w:rFonts w:ascii="Tahoma" w:eastAsia="Times New Roman" w:hAnsi="Tahoma" w:cs="Tahoma"/>
          <w:i/>
          <w:snapToGrid w:val="0"/>
          <w:color w:val="000000"/>
          <w:lang w:eastAsia="pl-PL"/>
        </w:rPr>
      </w:pPr>
      <w:r w:rsidRPr="009A689F">
        <w:rPr>
          <w:rFonts w:ascii="Tahoma" w:eastAsia="Times New Roman" w:hAnsi="Tahoma" w:cs="Tahoma"/>
          <w:color w:val="000000"/>
          <w:lang w:eastAsia="pl-PL"/>
        </w:rPr>
        <w:t xml:space="preserve">Oświadczam, że w stosunku do podmiotu, który reprezentuję brak jest podstaw </w:t>
      </w:r>
      <w:r w:rsidRPr="009A689F">
        <w:rPr>
          <w:rFonts w:ascii="Tahoma" w:eastAsia="Times New Roman" w:hAnsi="Tahoma" w:cs="Tahoma"/>
          <w:color w:val="000000"/>
          <w:lang w:eastAsia="pl-PL"/>
        </w:rPr>
        <w:br/>
        <w:t>do wykluczenia z powodu niespełnienia warunków, o których mowa w art. 24 ust. 1  Prawa zamówień publicznych (Dz. U. z 2010 r. Nr 113, poz.759 z póź. zm.).</w:t>
      </w:r>
      <w:r w:rsidRPr="009A689F">
        <w:rPr>
          <w:rFonts w:ascii="Tahoma" w:eastAsia="Times New Roman" w:hAnsi="Tahoma" w:cs="Tahoma"/>
          <w:i/>
          <w:snapToGrid w:val="0"/>
          <w:color w:val="000000"/>
          <w:lang w:eastAsia="pl-PL"/>
        </w:rPr>
        <w:t xml:space="preserve"> </w:t>
      </w:r>
    </w:p>
    <w:p w:rsidR="009A689F" w:rsidRPr="009A689F" w:rsidRDefault="009A689F" w:rsidP="009A689F">
      <w:pPr>
        <w:spacing w:after="0" w:line="360" w:lineRule="auto"/>
        <w:jc w:val="both"/>
        <w:rPr>
          <w:rFonts w:ascii="Tahoma" w:eastAsia="Times New Roman" w:hAnsi="Tahoma" w:cs="Tahoma"/>
          <w:i/>
          <w:snapToGrid w:val="0"/>
          <w:color w:val="000000"/>
          <w:lang w:eastAsia="pl-PL"/>
        </w:rPr>
      </w:pPr>
    </w:p>
    <w:p w:rsidR="009A689F" w:rsidRPr="009A689F" w:rsidRDefault="009A689F" w:rsidP="009A689F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A689F">
        <w:rPr>
          <w:rFonts w:ascii="Tahoma" w:eastAsia="Times New Roman" w:hAnsi="Tahoma" w:cs="Tahoma"/>
          <w:snapToGrid w:val="0"/>
          <w:color w:val="000000"/>
          <w:lang w:eastAsia="pl-PL"/>
        </w:rPr>
        <w:t>Na</w:t>
      </w:r>
      <w:r w:rsidRPr="009A689F">
        <w:rPr>
          <w:rFonts w:ascii="Tahoma" w:eastAsia="Times New Roman" w:hAnsi="Tahoma" w:cs="Tahoma"/>
          <w:i/>
          <w:snapToGrid w:val="0"/>
          <w:color w:val="000000"/>
          <w:lang w:eastAsia="pl-PL"/>
        </w:rPr>
        <w:t xml:space="preserve"> </w:t>
      </w:r>
      <w:r w:rsidRPr="009A689F">
        <w:rPr>
          <w:rFonts w:ascii="Tahoma" w:eastAsia="Times New Roman" w:hAnsi="Tahoma" w:cs="Tahoma"/>
          <w:snapToGrid w:val="0"/>
          <w:color w:val="000000"/>
          <w:lang w:eastAsia="pl-PL"/>
        </w:rPr>
        <w:t>potwierdzenie spełnienia wyżej wymienionych warunków do oferty załączam wszelkie dokumenty i oświadczenia wskazane przez Zamawiającego w Specyfikacji Istotnych Warunków Zamówienia.</w:t>
      </w:r>
    </w:p>
    <w:p w:rsidR="009A689F" w:rsidRPr="009A689F" w:rsidRDefault="009A689F" w:rsidP="009A689F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9A689F" w:rsidRPr="009A689F" w:rsidRDefault="009A689F" w:rsidP="009A689F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9A689F" w:rsidRPr="009A689F" w:rsidRDefault="009A689F" w:rsidP="009A689F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9A689F" w:rsidRPr="009A689F" w:rsidRDefault="009A689F" w:rsidP="009A689F">
      <w:pPr>
        <w:spacing w:after="0" w:line="240" w:lineRule="auto"/>
        <w:ind w:left="1428"/>
        <w:jc w:val="both"/>
        <w:rPr>
          <w:rFonts w:ascii="Tahoma" w:eastAsia="Times New Roman" w:hAnsi="Tahoma" w:cs="Tahoma"/>
          <w:lang w:eastAsia="pl-PL"/>
        </w:rPr>
      </w:pPr>
    </w:p>
    <w:p w:rsidR="009A689F" w:rsidRPr="009A689F" w:rsidRDefault="009A689F" w:rsidP="009A689F">
      <w:pPr>
        <w:spacing w:after="0" w:line="240" w:lineRule="auto"/>
        <w:ind w:left="1428"/>
        <w:jc w:val="both"/>
        <w:rPr>
          <w:rFonts w:ascii="Tahoma" w:eastAsia="Times New Roman" w:hAnsi="Tahoma" w:cs="Tahoma"/>
          <w:lang w:eastAsia="pl-PL"/>
        </w:rPr>
      </w:pPr>
    </w:p>
    <w:p w:rsidR="009A689F" w:rsidRPr="009A689F" w:rsidRDefault="009A689F" w:rsidP="009A689F">
      <w:pPr>
        <w:spacing w:after="0" w:line="240" w:lineRule="auto"/>
        <w:ind w:left="1428"/>
        <w:jc w:val="both"/>
        <w:rPr>
          <w:rFonts w:ascii="Tahoma" w:eastAsia="Times New Roman" w:hAnsi="Tahoma" w:cs="Tahoma"/>
          <w:lang w:eastAsia="pl-PL"/>
        </w:rPr>
      </w:pPr>
    </w:p>
    <w:p w:rsidR="009A689F" w:rsidRPr="009A689F" w:rsidRDefault="009A689F" w:rsidP="009A689F">
      <w:pPr>
        <w:tabs>
          <w:tab w:val="left" w:pos="5103"/>
        </w:tabs>
        <w:spacing w:after="0" w:line="300" w:lineRule="exact"/>
        <w:jc w:val="right"/>
        <w:rPr>
          <w:rFonts w:ascii="Tahoma" w:eastAsia="Times New Roman" w:hAnsi="Tahoma" w:cs="Tahoma"/>
          <w:lang w:eastAsia="pl-PL"/>
        </w:rPr>
      </w:pPr>
      <w:r w:rsidRPr="009A689F">
        <w:rPr>
          <w:rFonts w:ascii="Tahoma" w:eastAsia="Times New Roman" w:hAnsi="Tahoma" w:cs="Tahoma"/>
          <w:lang w:eastAsia="pl-PL"/>
        </w:rPr>
        <w:t>............................, dnia ............................</w:t>
      </w:r>
      <w:r w:rsidRPr="009A689F">
        <w:rPr>
          <w:rFonts w:ascii="Tahoma" w:eastAsia="Times New Roman" w:hAnsi="Tahoma" w:cs="Tahoma"/>
          <w:lang w:eastAsia="pl-PL"/>
        </w:rPr>
        <w:tab/>
        <w:t xml:space="preserve">           ..................................................................</w:t>
      </w:r>
    </w:p>
    <w:p w:rsidR="009A689F" w:rsidRPr="009A689F" w:rsidRDefault="009A689F" w:rsidP="009A689F">
      <w:pPr>
        <w:spacing w:after="0" w:line="240" w:lineRule="auto"/>
        <w:ind w:left="5245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9A689F">
        <w:rPr>
          <w:rFonts w:ascii="Tahoma" w:eastAsia="Times New Roman" w:hAnsi="Tahoma" w:cs="Tahoma"/>
          <w:sz w:val="20"/>
          <w:szCs w:val="20"/>
          <w:lang w:eastAsia="pl-PL"/>
        </w:rPr>
        <w:t>(czytelne podpisy osób uprawnionych do reprezentacji Wykonawcy / Wykonawcy)</w:t>
      </w:r>
    </w:p>
    <w:p w:rsidR="009A689F" w:rsidRPr="009A689F" w:rsidRDefault="009A689F" w:rsidP="009A689F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A689F" w:rsidRPr="009A689F" w:rsidRDefault="009A689F" w:rsidP="009A689F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A689F" w:rsidRPr="009A689F" w:rsidRDefault="009A689F" w:rsidP="009A689F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  <w:r w:rsidRPr="009A689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9A689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9A689F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9A689F" w:rsidRPr="009A689F" w:rsidRDefault="009A689F" w:rsidP="009A689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A689F" w:rsidRPr="009A689F" w:rsidRDefault="009A689F" w:rsidP="009A689F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  <w:r w:rsidRPr="009A689F">
        <w:rPr>
          <w:rFonts w:ascii="Tahoma" w:eastAsia="Times New Roman" w:hAnsi="Tahoma" w:cs="Tahoma"/>
          <w:sz w:val="20"/>
          <w:szCs w:val="20"/>
          <w:lang w:eastAsia="pl-PL"/>
        </w:rPr>
        <w:t>* w przypadku wykonawców składających ofertę wspólnie (spółka cywilna, konsorcjum) każdy ze wspólników spółki cywilnej lub konsorcjantów składa oświadczenia oddzielnie.</w:t>
      </w:r>
    </w:p>
    <w:p w:rsidR="009A689F" w:rsidRPr="009A689F" w:rsidRDefault="009A689F" w:rsidP="009A689F">
      <w:pPr>
        <w:keepNext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lang w:eastAsia="pl-PL"/>
        </w:rPr>
      </w:pPr>
    </w:p>
    <w:p w:rsidR="00FE40C4" w:rsidRDefault="00FE40C4">
      <w:bookmarkStart w:id="2" w:name="_GoBack"/>
      <w:bookmarkEnd w:id="2"/>
    </w:p>
    <w:sectPr w:rsidR="00FE40C4" w:rsidSect="007D50D8">
      <w:headerReference w:type="default" r:id="rId7"/>
      <w:footerReference w:type="default" r:id="rId8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B1" w:rsidRDefault="00A760B1" w:rsidP="002B3BA7">
      <w:pPr>
        <w:spacing w:after="0" w:line="240" w:lineRule="auto"/>
      </w:pPr>
      <w:r>
        <w:separator/>
      </w:r>
    </w:p>
  </w:endnote>
  <w:endnote w:type="continuationSeparator" w:id="0">
    <w:p w:rsidR="00A760B1" w:rsidRDefault="00A760B1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464B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22225</wp:posOffset>
              </wp:positionH>
              <wp:positionV relativeFrom="paragraph">
                <wp:posOffset>-318135</wp:posOffset>
              </wp:positionV>
              <wp:extent cx="5600700" cy="0"/>
              <wp:effectExtent l="12700" t="5715" r="6350" b="13335"/>
              <wp:wrapNone/>
              <wp:docPr id="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75pt;margin-top:-25.05pt;width:44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91440" distR="91440" simplePos="0" relativeHeight="251654656" behindDoc="0" locked="0" layoutInCell="1" allowOverlap="1">
              <wp:simplePos x="0" y="0"/>
              <wp:positionH relativeFrom="margin">
                <wp:posOffset>65405</wp:posOffset>
              </wp:positionH>
              <wp:positionV relativeFrom="line">
                <wp:posOffset>-318135</wp:posOffset>
              </wp:positionV>
              <wp:extent cx="5476240" cy="421640"/>
              <wp:effectExtent l="0" t="0" r="1905" b="1270"/>
              <wp:wrapSquare wrapText="bothSides"/>
              <wp:docPr id="1" name="Pole tekstow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624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0D8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Projekt współfinansowany przez Unię 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Europejską z  Europejskiego Funduszu Rozwoju Regionalnego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 w ramach Regionalnego Programu Operacyjnego</w:t>
                          </w:r>
                        </w:p>
                        <w:p w:rsidR="007D50D8" w:rsidRPr="003340F3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color w:val="808080"/>
                              <w:sz w:val="12"/>
                              <w:szCs w:val="12"/>
                            </w:rPr>
                          </w:pP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W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ojewództwa Zachodniopomorskiego na la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ta 2007 - 2013</w:t>
                          </w:r>
                        </w:p>
                      </w:txbxContent>
                    </wps:txbx>
                    <wps:bodyPr rot="0" vert="horz" wrap="square" lIns="0" tIns="91440" rIns="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2" o:spid="_x0000_s1026" type="#_x0000_t202" style="position:absolute;margin-left:5.15pt;margin-top:-25.05pt;width:431.2pt;height:33.2pt;z-index:2516546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    <v:textbox inset="0,7.2pt,0,7.2pt">
                <w:txbxContent>
                  <w:p w:rsidR="007D50D8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Projekt współfinansowany przez Unię 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Europejską z  Europejskiego Funduszu Rozwoju Regionalnego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 w ramach Regionalnego Programu Operacyjnego</w:t>
                    </w:r>
                  </w:p>
                  <w:p w:rsidR="007D50D8" w:rsidRPr="003340F3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color w:val="808080"/>
                        <w:sz w:val="12"/>
                        <w:szCs w:val="12"/>
                      </w:rPr>
                    </w:pPr>
                    <w:r>
                      <w:rPr>
                        <w:i/>
                        <w:iCs/>
                        <w:sz w:val="12"/>
                        <w:szCs w:val="12"/>
                      </w:rPr>
                      <w:t>W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>ojewództwa Zachodniopomorskiego na la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ta 2007 - 2013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B1" w:rsidRDefault="00A760B1" w:rsidP="002B3BA7">
      <w:pPr>
        <w:spacing w:after="0" w:line="240" w:lineRule="auto"/>
      </w:pPr>
      <w:r>
        <w:separator/>
      </w:r>
    </w:p>
  </w:footnote>
  <w:footnote w:type="continuationSeparator" w:id="0">
    <w:p w:rsidR="00A760B1" w:rsidRDefault="00A760B1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9C"/>
    <w:rsid w:val="00064E90"/>
    <w:rsid w:val="002B3BA7"/>
    <w:rsid w:val="002C191D"/>
    <w:rsid w:val="00464BBA"/>
    <w:rsid w:val="00501898"/>
    <w:rsid w:val="00532B11"/>
    <w:rsid w:val="00581473"/>
    <w:rsid w:val="005D507A"/>
    <w:rsid w:val="00604C29"/>
    <w:rsid w:val="007D50D8"/>
    <w:rsid w:val="00965059"/>
    <w:rsid w:val="009842F0"/>
    <w:rsid w:val="009A689F"/>
    <w:rsid w:val="009B7B9C"/>
    <w:rsid w:val="00A31FDA"/>
    <w:rsid w:val="00A760B1"/>
    <w:rsid w:val="00AA0699"/>
    <w:rsid w:val="00AE7F5B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5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0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3</cp:revision>
  <cp:lastPrinted>2012-02-29T08:15:00Z</cp:lastPrinted>
  <dcterms:created xsi:type="dcterms:W3CDTF">2012-02-29T12:44:00Z</dcterms:created>
  <dcterms:modified xsi:type="dcterms:W3CDTF">2012-03-09T10:52:00Z</dcterms:modified>
</cp:coreProperties>
</file>